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4EB58185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bookmarkStart w:id="0" w:name="Text2"/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  <w:bookmarkEnd w:id="0"/>
    </w:p>
    <w:p w14:paraId="59466B6D" w14:textId="15B674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E" w14:textId="139CF33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F" w14:textId="072BE7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71" w14:textId="3E1F4AEE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BA3A8F" w:rsidRPr="00BA3A8F">
        <w:rPr>
          <w:rFonts w:ascii="Verdana" w:hAnsi="Verdana"/>
          <w:b/>
          <w:bCs/>
          <w:i/>
          <w:iCs/>
        </w:rPr>
        <w:t>Dodávka elektromateriálu SEE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7A0A61" w:rsidRDefault="00D45C59" w:rsidP="007A0A61">
            <w:pPr>
              <w:pStyle w:val="tabulka"/>
              <w:widowControl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5C7054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7A0A61" w:rsidRDefault="00871841" w:rsidP="007A0A61">
            <w:pPr>
              <w:pStyle w:val="tabulka"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4B9DBFB7" w:rsidR="00AC2CF0" w:rsidRPr="007A0A61" w:rsidRDefault="004F4367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7A0A61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</w:t>
                </w:r>
                <w:r w:rsidR="009F7412" w:rsidRPr="007A0A61">
                  <w:rPr>
                    <w:rStyle w:val="Zstupntext"/>
                  </w:rPr>
                  <w:t>, např. „</w:t>
                </w:r>
                <w:r w:rsidR="001A3814" w:rsidRPr="007A0A61">
                  <w:rPr>
                    <w:rStyle w:val="Zstupntext"/>
                    <w:b/>
                  </w:rPr>
                  <w:t xml:space="preserve">Čl. 6 odst. 6.1 </w:t>
                </w:r>
                <w:r w:rsidR="009F7412" w:rsidRPr="007A0A61">
                  <w:rPr>
                    <w:rStyle w:val="Zstupntext"/>
                    <w:b/>
                  </w:rPr>
                  <w:t xml:space="preserve"> smlouvy</w:t>
                </w:r>
                <w:r w:rsidRPr="007A0A61">
                  <w:rPr>
                    <w:rStyle w:val="Zstupntext"/>
                    <w:b/>
                  </w:rPr>
                  <w:t>.</w:t>
                </w:r>
                <w:r w:rsidR="009F7412" w:rsidRPr="007A0A61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A0A61" w:rsidRDefault="004F4367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A0A61" w:rsidRDefault="004F4367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362967F3" w:rsidR="009F392E" w:rsidRPr="008D153F" w:rsidRDefault="008145D7" w:rsidP="008D153F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8D153F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BC2CA" w14:textId="32110882" w:rsidR="00BA3A8F" w:rsidRDefault="00BA3A8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3EA3EEE8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322E8B54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367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A0A6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D153F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A3A8F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4C5C"/>
    <w:rsid w:val="00F35939"/>
    <w:rsid w:val="00F45607"/>
    <w:rsid w:val="00F5558F"/>
    <w:rsid w:val="00F659EB"/>
    <w:rsid w:val="00F84353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DB3D9A"/>
    <w:rsid w:val="00F34C5C"/>
    <w:rsid w:val="00F84353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92</TotalTime>
  <Pages>1</Pages>
  <Words>473</Words>
  <Characters>2795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Löwová Monika, Bc.</cp:lastModifiedBy>
  <cp:revision>14</cp:revision>
  <cp:lastPrinted>2017-11-28T17:18:00Z</cp:lastPrinted>
  <dcterms:created xsi:type="dcterms:W3CDTF">2023-11-16T10:29:00Z</dcterms:created>
  <dcterms:modified xsi:type="dcterms:W3CDTF">2025-07-17T07:31:00Z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